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  <w:r w:rsidRPr="00332B9A">
        <w:rPr>
          <w:sz w:val="28"/>
          <w:szCs w:val="28"/>
        </w:rPr>
        <w:t>мэрия городского округа Тольятти</w:t>
      </w: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C154A" w:rsidRDefault="00BC154A" w:rsidP="0016000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14.07.2011 г. № 2132-п/1</w:t>
      </w: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BC154A" w:rsidRPr="00B664AD" w:rsidRDefault="00BC154A" w:rsidP="00160005">
      <w:pPr>
        <w:jc w:val="center"/>
        <w:rPr>
          <w:sz w:val="28"/>
          <w:szCs w:val="28"/>
        </w:rPr>
      </w:pPr>
      <w:r w:rsidRPr="00B664AD">
        <w:rPr>
          <w:sz w:val="28"/>
          <w:szCs w:val="28"/>
        </w:rPr>
        <w:t>в постановление мэрии городского округа Тольятти</w:t>
      </w:r>
    </w:p>
    <w:p w:rsidR="00BC154A" w:rsidRDefault="00BC154A" w:rsidP="00160005">
      <w:pPr>
        <w:jc w:val="center"/>
        <w:rPr>
          <w:sz w:val="28"/>
          <w:szCs w:val="28"/>
        </w:rPr>
      </w:pPr>
      <w:r w:rsidRPr="00B664AD">
        <w:rPr>
          <w:sz w:val="28"/>
          <w:szCs w:val="28"/>
        </w:rPr>
        <w:t>от 21.02.2011 г. № 504-</w:t>
      </w:r>
      <w:r>
        <w:rPr>
          <w:sz w:val="28"/>
          <w:szCs w:val="28"/>
        </w:rPr>
        <w:t>п/1 «</w:t>
      </w:r>
      <w:r w:rsidRPr="00B664AD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B664AD">
        <w:rPr>
          <w:sz w:val="28"/>
          <w:szCs w:val="28"/>
        </w:rPr>
        <w:t>муниципальных заданий Муниципальному учреждению</w:t>
      </w:r>
      <w:r>
        <w:rPr>
          <w:sz w:val="28"/>
          <w:szCs w:val="28"/>
        </w:rPr>
        <w:t xml:space="preserve"> городского округа Тольятти</w:t>
      </w:r>
    </w:p>
    <w:p w:rsidR="00BC154A" w:rsidRPr="00B664AD" w:rsidRDefault="00BC154A" w:rsidP="00160005">
      <w:pPr>
        <w:jc w:val="center"/>
        <w:rPr>
          <w:sz w:val="28"/>
          <w:szCs w:val="28"/>
        </w:rPr>
      </w:pPr>
      <w:r w:rsidRPr="00B664AD">
        <w:rPr>
          <w:sz w:val="28"/>
          <w:szCs w:val="28"/>
        </w:rPr>
        <w:t>«Тольятти-Транс-Навигация» на 2011 год»</w:t>
      </w:r>
    </w:p>
    <w:p w:rsidR="00BC154A" w:rsidRDefault="00BC154A" w:rsidP="00160005">
      <w:pPr>
        <w:pStyle w:val="Title"/>
        <w:rPr>
          <w:szCs w:val="28"/>
        </w:rPr>
      </w:pPr>
    </w:p>
    <w:p w:rsidR="00BC154A" w:rsidRDefault="00BC154A" w:rsidP="00160005">
      <w:pPr>
        <w:jc w:val="center"/>
        <w:rPr>
          <w:sz w:val="28"/>
          <w:szCs w:val="28"/>
        </w:rPr>
      </w:pPr>
    </w:p>
    <w:p w:rsidR="00BC154A" w:rsidRDefault="00BC154A" w:rsidP="0016000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РФ, постановлением мэрии городского округа Тольятти от 06.12.2010 г. № 3569-п/1</w:t>
      </w:r>
      <w:r w:rsidRPr="0039464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формирования и финансового обеспечения выполнения муниципального задания на оказание муниципальных услуг и выполнения работ отраслевыми (функциональными) органами мэрии и муниципальными учреждениями городского округа Тольятти», Уставом городского округа Тольятти, мэрия городского округа Тольятти ПОСТАНОВЛЯЕТ:</w:t>
      </w:r>
    </w:p>
    <w:p w:rsidR="00BC154A" w:rsidRPr="00160005" w:rsidRDefault="00BC154A" w:rsidP="00160005">
      <w:pPr>
        <w:pStyle w:val="ListParagraph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32C37">
        <w:rPr>
          <w:sz w:val="28"/>
          <w:szCs w:val="28"/>
        </w:rPr>
        <w:t>Внести в постановление м</w:t>
      </w:r>
      <w:r>
        <w:rPr>
          <w:sz w:val="28"/>
          <w:szCs w:val="28"/>
        </w:rPr>
        <w:t>эрии городского округа Тольятти</w:t>
      </w:r>
      <w:r>
        <w:rPr>
          <w:sz w:val="28"/>
          <w:szCs w:val="28"/>
        </w:rPr>
        <w:br/>
      </w:r>
      <w:r w:rsidRPr="00832C37">
        <w:rPr>
          <w:sz w:val="28"/>
          <w:szCs w:val="28"/>
        </w:rPr>
        <w:t>от 21.02.2011 г. № 504-</w:t>
      </w:r>
      <w:r>
        <w:rPr>
          <w:sz w:val="28"/>
          <w:szCs w:val="28"/>
        </w:rPr>
        <w:t>п</w:t>
      </w:r>
      <w:r w:rsidRPr="00832C37">
        <w:rPr>
          <w:sz w:val="28"/>
          <w:szCs w:val="28"/>
        </w:rPr>
        <w:t>/1 «Об утверждении муниципальных заданий Муниципальному учреждению городского округа Тольятти «Тольятти-Транс-Навигация» на 2011 год» следующие изменения:</w:t>
      </w:r>
      <w:r>
        <w:rPr>
          <w:sz w:val="28"/>
          <w:szCs w:val="28"/>
        </w:rPr>
        <w:t xml:space="preserve"> п</w:t>
      </w:r>
      <w:r w:rsidRPr="00160005">
        <w:rPr>
          <w:sz w:val="28"/>
          <w:szCs w:val="28"/>
        </w:rPr>
        <w:t>риложения №№</w:t>
      </w:r>
      <w:r>
        <w:rPr>
          <w:sz w:val="28"/>
          <w:szCs w:val="28"/>
        </w:rPr>
        <w:t xml:space="preserve"> </w:t>
      </w:r>
      <w:r w:rsidRPr="00160005">
        <w:rPr>
          <w:sz w:val="28"/>
          <w:szCs w:val="28"/>
        </w:rPr>
        <w:t>1,</w:t>
      </w:r>
      <w:r>
        <w:rPr>
          <w:sz w:val="28"/>
          <w:szCs w:val="28"/>
        </w:rPr>
        <w:t xml:space="preserve"> </w:t>
      </w:r>
      <w:r w:rsidRPr="00160005">
        <w:rPr>
          <w:sz w:val="28"/>
          <w:szCs w:val="28"/>
        </w:rPr>
        <w:t>2 изложить в соответствии с приложениями №№ 1,</w:t>
      </w:r>
      <w:r>
        <w:rPr>
          <w:sz w:val="28"/>
          <w:szCs w:val="28"/>
        </w:rPr>
        <w:t xml:space="preserve"> </w:t>
      </w:r>
      <w:r w:rsidRPr="00160005">
        <w:rPr>
          <w:sz w:val="28"/>
          <w:szCs w:val="28"/>
        </w:rPr>
        <w:t>2 к настоящему постановлению.</w:t>
      </w:r>
    </w:p>
    <w:p w:rsidR="00BC154A" w:rsidRPr="00832C37" w:rsidRDefault="00BC154A" w:rsidP="00160005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832C37">
        <w:rPr>
          <w:sz w:val="28"/>
          <w:szCs w:val="28"/>
        </w:rPr>
        <w:t xml:space="preserve">Управлению по оргработе и связям с общественностью мэрии </w:t>
      </w:r>
      <w:r>
        <w:rPr>
          <w:sz w:val="28"/>
          <w:szCs w:val="28"/>
        </w:rPr>
        <w:t xml:space="preserve">(Абрамов С.А.) </w:t>
      </w:r>
      <w:r w:rsidRPr="00832C37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</w:t>
      </w:r>
      <w:r w:rsidRPr="00832C37">
        <w:rPr>
          <w:sz w:val="28"/>
          <w:szCs w:val="28"/>
        </w:rPr>
        <w:t xml:space="preserve">остановление в средствах массовой информации и обеспечить размещение настоящего </w:t>
      </w:r>
      <w:r>
        <w:rPr>
          <w:sz w:val="28"/>
          <w:szCs w:val="28"/>
        </w:rPr>
        <w:t>постановления на О</w:t>
      </w:r>
      <w:r w:rsidRPr="00832C37">
        <w:rPr>
          <w:sz w:val="28"/>
          <w:szCs w:val="28"/>
        </w:rPr>
        <w:t>фициальном портале мэрии городского округа Тольятти.</w:t>
      </w:r>
    </w:p>
    <w:p w:rsidR="00BC154A" w:rsidRPr="00832C37" w:rsidRDefault="00BC154A" w:rsidP="00160005">
      <w:pPr>
        <w:pStyle w:val="ListParagraph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832C37">
        <w:rPr>
          <w:sz w:val="28"/>
          <w:szCs w:val="28"/>
        </w:rPr>
        <w:t>Контроль за исполнением настоящего постановления возложить на заместителя мэра Иванова В.В.</w:t>
      </w:r>
    </w:p>
    <w:p w:rsidR="00BC154A" w:rsidRDefault="00BC154A" w:rsidP="00791BF3">
      <w:pPr>
        <w:ind w:firstLine="540"/>
        <w:jc w:val="both"/>
        <w:rPr>
          <w:sz w:val="28"/>
          <w:szCs w:val="28"/>
        </w:rPr>
      </w:pPr>
    </w:p>
    <w:p w:rsidR="00BC154A" w:rsidRDefault="00BC154A" w:rsidP="00791BF3">
      <w:pPr>
        <w:ind w:firstLine="540"/>
        <w:jc w:val="both"/>
        <w:rPr>
          <w:sz w:val="28"/>
          <w:szCs w:val="28"/>
        </w:rPr>
      </w:pPr>
    </w:p>
    <w:p w:rsidR="00BC154A" w:rsidRPr="0036182A" w:rsidRDefault="00BC154A" w:rsidP="00791BF3">
      <w:pPr>
        <w:ind w:firstLine="540"/>
        <w:jc w:val="both"/>
        <w:rPr>
          <w:sz w:val="28"/>
          <w:szCs w:val="28"/>
        </w:rPr>
      </w:pPr>
    </w:p>
    <w:p w:rsidR="00BC154A" w:rsidRDefault="00BC154A" w:rsidP="005004B6">
      <w:pPr>
        <w:rPr>
          <w:sz w:val="28"/>
          <w:szCs w:val="28"/>
        </w:rPr>
      </w:pPr>
      <w:r>
        <w:rPr>
          <w:sz w:val="28"/>
          <w:szCs w:val="28"/>
        </w:rPr>
        <w:t xml:space="preserve">Мэр        </w:t>
      </w:r>
      <w:r w:rsidRPr="00361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36182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</w:t>
      </w:r>
      <w:r w:rsidRPr="0036182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36182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36182A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                    А.Н.Пушков</w:t>
      </w:r>
    </w:p>
    <w:sectPr w:rsidR="00BC154A" w:rsidSect="0016000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54A" w:rsidRDefault="00BC154A" w:rsidP="004137D9">
      <w:r>
        <w:separator/>
      </w:r>
    </w:p>
  </w:endnote>
  <w:endnote w:type="continuationSeparator" w:id="1">
    <w:p w:rsidR="00BC154A" w:rsidRDefault="00BC154A" w:rsidP="00413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54A" w:rsidRDefault="00BC154A" w:rsidP="004137D9">
      <w:r>
        <w:separator/>
      </w:r>
    </w:p>
  </w:footnote>
  <w:footnote w:type="continuationSeparator" w:id="1">
    <w:p w:rsidR="00BC154A" w:rsidRDefault="00BC154A" w:rsidP="00413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4A" w:rsidRDefault="00BC154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C154A" w:rsidRDefault="00BC15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5585"/>
    <w:multiLevelType w:val="hybridMultilevel"/>
    <w:tmpl w:val="13723C5C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241F6436"/>
    <w:multiLevelType w:val="multilevel"/>
    <w:tmpl w:val="FB58FB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9E8"/>
    <w:rsid w:val="000242B6"/>
    <w:rsid w:val="0004668F"/>
    <w:rsid w:val="000960D1"/>
    <w:rsid w:val="000A06E6"/>
    <w:rsid w:val="000A35C5"/>
    <w:rsid w:val="000A699C"/>
    <w:rsid w:val="000D2274"/>
    <w:rsid w:val="000E009C"/>
    <w:rsid w:val="000F53DF"/>
    <w:rsid w:val="0010198E"/>
    <w:rsid w:val="00107F0E"/>
    <w:rsid w:val="00111D95"/>
    <w:rsid w:val="0013196A"/>
    <w:rsid w:val="001418DB"/>
    <w:rsid w:val="00146D5F"/>
    <w:rsid w:val="00151A42"/>
    <w:rsid w:val="00157FEC"/>
    <w:rsid w:val="00160005"/>
    <w:rsid w:val="00180F8D"/>
    <w:rsid w:val="00183638"/>
    <w:rsid w:val="001A7313"/>
    <w:rsid w:val="001C3DA0"/>
    <w:rsid w:val="001E0740"/>
    <w:rsid w:val="001F3531"/>
    <w:rsid w:val="002142CA"/>
    <w:rsid w:val="00215043"/>
    <w:rsid w:val="00224E8E"/>
    <w:rsid w:val="00232CFD"/>
    <w:rsid w:val="0025256E"/>
    <w:rsid w:val="002607A4"/>
    <w:rsid w:val="00265615"/>
    <w:rsid w:val="00275090"/>
    <w:rsid w:val="00280748"/>
    <w:rsid w:val="00285D69"/>
    <w:rsid w:val="00286034"/>
    <w:rsid w:val="00287B8B"/>
    <w:rsid w:val="002A7AD6"/>
    <w:rsid w:val="002A7E41"/>
    <w:rsid w:val="002C290A"/>
    <w:rsid w:val="002C50A5"/>
    <w:rsid w:val="002D2AA7"/>
    <w:rsid w:val="002D4A78"/>
    <w:rsid w:val="002E72BB"/>
    <w:rsid w:val="00300BF5"/>
    <w:rsid w:val="0031120E"/>
    <w:rsid w:val="00316384"/>
    <w:rsid w:val="003316CC"/>
    <w:rsid w:val="00332B9A"/>
    <w:rsid w:val="0036182A"/>
    <w:rsid w:val="00363015"/>
    <w:rsid w:val="0036750A"/>
    <w:rsid w:val="00373196"/>
    <w:rsid w:val="00376986"/>
    <w:rsid w:val="003925E9"/>
    <w:rsid w:val="00394646"/>
    <w:rsid w:val="00396099"/>
    <w:rsid w:val="003B2FB5"/>
    <w:rsid w:val="003B78FD"/>
    <w:rsid w:val="003C4F77"/>
    <w:rsid w:val="0041030D"/>
    <w:rsid w:val="00410A22"/>
    <w:rsid w:val="004111FD"/>
    <w:rsid w:val="004137D9"/>
    <w:rsid w:val="00413DF6"/>
    <w:rsid w:val="00414862"/>
    <w:rsid w:val="00427CED"/>
    <w:rsid w:val="004359D4"/>
    <w:rsid w:val="00442E51"/>
    <w:rsid w:val="00447248"/>
    <w:rsid w:val="00452454"/>
    <w:rsid w:val="00466A65"/>
    <w:rsid w:val="004772B6"/>
    <w:rsid w:val="0049038F"/>
    <w:rsid w:val="004A2B02"/>
    <w:rsid w:val="004A3264"/>
    <w:rsid w:val="004A49C6"/>
    <w:rsid w:val="004C6296"/>
    <w:rsid w:val="004D3167"/>
    <w:rsid w:val="004D759B"/>
    <w:rsid w:val="004E1687"/>
    <w:rsid w:val="004F00AA"/>
    <w:rsid w:val="004F08D4"/>
    <w:rsid w:val="005004B6"/>
    <w:rsid w:val="005036C6"/>
    <w:rsid w:val="005072D0"/>
    <w:rsid w:val="00515F21"/>
    <w:rsid w:val="00550DBE"/>
    <w:rsid w:val="00551C66"/>
    <w:rsid w:val="00571438"/>
    <w:rsid w:val="00587B1F"/>
    <w:rsid w:val="005932FB"/>
    <w:rsid w:val="005B19AE"/>
    <w:rsid w:val="005B731F"/>
    <w:rsid w:val="005C1C07"/>
    <w:rsid w:val="005D1AFB"/>
    <w:rsid w:val="005D1C47"/>
    <w:rsid w:val="005E53DD"/>
    <w:rsid w:val="005E549B"/>
    <w:rsid w:val="005E7742"/>
    <w:rsid w:val="00605132"/>
    <w:rsid w:val="006062BE"/>
    <w:rsid w:val="006142FA"/>
    <w:rsid w:val="00623299"/>
    <w:rsid w:val="00627443"/>
    <w:rsid w:val="00652C9E"/>
    <w:rsid w:val="00654B05"/>
    <w:rsid w:val="00654DA4"/>
    <w:rsid w:val="0066242E"/>
    <w:rsid w:val="006976B1"/>
    <w:rsid w:val="006E3749"/>
    <w:rsid w:val="006E6DA9"/>
    <w:rsid w:val="006F338D"/>
    <w:rsid w:val="006F5899"/>
    <w:rsid w:val="00716A85"/>
    <w:rsid w:val="007278D1"/>
    <w:rsid w:val="0073438E"/>
    <w:rsid w:val="00737FDC"/>
    <w:rsid w:val="00755E15"/>
    <w:rsid w:val="007560B5"/>
    <w:rsid w:val="0077185D"/>
    <w:rsid w:val="00773824"/>
    <w:rsid w:val="00783F6C"/>
    <w:rsid w:val="00791BF3"/>
    <w:rsid w:val="007A12EA"/>
    <w:rsid w:val="007A206F"/>
    <w:rsid w:val="007B1357"/>
    <w:rsid w:val="007B782B"/>
    <w:rsid w:val="007D5097"/>
    <w:rsid w:val="007D661F"/>
    <w:rsid w:val="007F3DD9"/>
    <w:rsid w:val="008068A3"/>
    <w:rsid w:val="0080728D"/>
    <w:rsid w:val="00832C37"/>
    <w:rsid w:val="00843BBF"/>
    <w:rsid w:val="008516D0"/>
    <w:rsid w:val="008535A4"/>
    <w:rsid w:val="00864A96"/>
    <w:rsid w:val="00892AA9"/>
    <w:rsid w:val="008B3617"/>
    <w:rsid w:val="008D4D64"/>
    <w:rsid w:val="008E341A"/>
    <w:rsid w:val="008F0981"/>
    <w:rsid w:val="008F5415"/>
    <w:rsid w:val="00903812"/>
    <w:rsid w:val="00910CFC"/>
    <w:rsid w:val="00917E7E"/>
    <w:rsid w:val="00933F1E"/>
    <w:rsid w:val="009514EB"/>
    <w:rsid w:val="00954BC1"/>
    <w:rsid w:val="009617A3"/>
    <w:rsid w:val="00982903"/>
    <w:rsid w:val="009948D3"/>
    <w:rsid w:val="00995CF6"/>
    <w:rsid w:val="009A59AF"/>
    <w:rsid w:val="009B6D72"/>
    <w:rsid w:val="009C6AE3"/>
    <w:rsid w:val="009D6776"/>
    <w:rsid w:val="00A12F88"/>
    <w:rsid w:val="00A2022A"/>
    <w:rsid w:val="00A44DCD"/>
    <w:rsid w:val="00A50099"/>
    <w:rsid w:val="00A75EF0"/>
    <w:rsid w:val="00A91BBE"/>
    <w:rsid w:val="00A930FC"/>
    <w:rsid w:val="00AC3738"/>
    <w:rsid w:val="00AF10D1"/>
    <w:rsid w:val="00AF669B"/>
    <w:rsid w:val="00B020FD"/>
    <w:rsid w:val="00B0786F"/>
    <w:rsid w:val="00B07890"/>
    <w:rsid w:val="00B43A61"/>
    <w:rsid w:val="00B46D7A"/>
    <w:rsid w:val="00B60D49"/>
    <w:rsid w:val="00B61591"/>
    <w:rsid w:val="00B664AD"/>
    <w:rsid w:val="00B66DFF"/>
    <w:rsid w:val="00B71CEE"/>
    <w:rsid w:val="00B7258B"/>
    <w:rsid w:val="00B7613F"/>
    <w:rsid w:val="00B764CC"/>
    <w:rsid w:val="00B86285"/>
    <w:rsid w:val="00B86AE8"/>
    <w:rsid w:val="00B934C4"/>
    <w:rsid w:val="00B9533D"/>
    <w:rsid w:val="00BB7CE6"/>
    <w:rsid w:val="00BC154A"/>
    <w:rsid w:val="00BC2AFB"/>
    <w:rsid w:val="00BE40CF"/>
    <w:rsid w:val="00BE456E"/>
    <w:rsid w:val="00BE5533"/>
    <w:rsid w:val="00BF1C12"/>
    <w:rsid w:val="00C00F0E"/>
    <w:rsid w:val="00C07A19"/>
    <w:rsid w:val="00C32B95"/>
    <w:rsid w:val="00C501D1"/>
    <w:rsid w:val="00C80DF3"/>
    <w:rsid w:val="00C817CF"/>
    <w:rsid w:val="00C8535F"/>
    <w:rsid w:val="00C94313"/>
    <w:rsid w:val="00C97AA3"/>
    <w:rsid w:val="00CA05B6"/>
    <w:rsid w:val="00CA3F56"/>
    <w:rsid w:val="00CC3EAE"/>
    <w:rsid w:val="00CD39E8"/>
    <w:rsid w:val="00CD73E5"/>
    <w:rsid w:val="00D12331"/>
    <w:rsid w:val="00D163FD"/>
    <w:rsid w:val="00D16CC6"/>
    <w:rsid w:val="00D41F08"/>
    <w:rsid w:val="00D46959"/>
    <w:rsid w:val="00D5453C"/>
    <w:rsid w:val="00D6625C"/>
    <w:rsid w:val="00D6701B"/>
    <w:rsid w:val="00D81064"/>
    <w:rsid w:val="00D847DB"/>
    <w:rsid w:val="00D85317"/>
    <w:rsid w:val="00D85F29"/>
    <w:rsid w:val="00D913DF"/>
    <w:rsid w:val="00DB083F"/>
    <w:rsid w:val="00DB2B9D"/>
    <w:rsid w:val="00DC6DBD"/>
    <w:rsid w:val="00DD2242"/>
    <w:rsid w:val="00DD62AC"/>
    <w:rsid w:val="00DF096D"/>
    <w:rsid w:val="00E03B2B"/>
    <w:rsid w:val="00E14FAD"/>
    <w:rsid w:val="00E53104"/>
    <w:rsid w:val="00E62527"/>
    <w:rsid w:val="00E67D6B"/>
    <w:rsid w:val="00E749D1"/>
    <w:rsid w:val="00EA256A"/>
    <w:rsid w:val="00EB3849"/>
    <w:rsid w:val="00EC73F8"/>
    <w:rsid w:val="00ED6576"/>
    <w:rsid w:val="00EF24E0"/>
    <w:rsid w:val="00F02DCA"/>
    <w:rsid w:val="00F03085"/>
    <w:rsid w:val="00F22772"/>
    <w:rsid w:val="00F264ED"/>
    <w:rsid w:val="00F27E9C"/>
    <w:rsid w:val="00F301EE"/>
    <w:rsid w:val="00F3139B"/>
    <w:rsid w:val="00F54F33"/>
    <w:rsid w:val="00F964A6"/>
    <w:rsid w:val="00FA25BE"/>
    <w:rsid w:val="00FB6E2C"/>
    <w:rsid w:val="00FD10C7"/>
    <w:rsid w:val="00FE120B"/>
    <w:rsid w:val="00FE1945"/>
    <w:rsid w:val="00FF0D42"/>
    <w:rsid w:val="00FF289D"/>
    <w:rsid w:val="00FF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2B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42B6"/>
    <w:pPr>
      <w:keepNext/>
      <w:jc w:val="center"/>
      <w:outlineLvl w:val="0"/>
    </w:pPr>
    <w:rPr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42B6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63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242B6"/>
    <w:pPr>
      <w:keepNext/>
      <w:outlineLvl w:val="6"/>
    </w:pPr>
    <w:rPr>
      <w:rFonts w:ascii="Arial" w:hAnsi="Arial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242B6"/>
    <w:pPr>
      <w:keepNext/>
      <w:jc w:val="center"/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D3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1D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63FD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D33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D33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242B6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C91D3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0242B6"/>
    <w:pPr>
      <w:jc w:val="center"/>
    </w:pPr>
    <w:rPr>
      <w:b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91D33"/>
    <w:rPr>
      <w:rFonts w:asciiTheme="majorHAnsi" w:eastAsiaTheme="majorEastAsia" w:hAnsiTheme="majorHAnsi" w:cstheme="majorBid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242B6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91D33"/>
    <w:rPr>
      <w:sz w:val="24"/>
      <w:szCs w:val="24"/>
    </w:rPr>
  </w:style>
  <w:style w:type="table" w:styleId="TableGrid">
    <w:name w:val="Table Grid"/>
    <w:basedOn w:val="TableNormal"/>
    <w:uiPriority w:val="99"/>
    <w:rsid w:val="00D41F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37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7D9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7D509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D5097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791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91BF3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D163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163FD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12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6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1</Pages>
  <Words>230</Words>
  <Characters>1316</Characters>
  <Application>Microsoft Office Outlook</Application>
  <DocSecurity>0</DocSecurity>
  <Lines>0</Lines>
  <Paragraphs>0</Paragraphs>
  <ScaleCrop>false</ScaleCrop>
  <Company>transport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marina</dc:creator>
  <cp:keywords/>
  <dc:description/>
  <cp:lastModifiedBy>пользователь</cp:lastModifiedBy>
  <cp:revision>9</cp:revision>
  <cp:lastPrinted>2010-03-02T12:12:00Z</cp:lastPrinted>
  <dcterms:created xsi:type="dcterms:W3CDTF">2010-03-02T11:49:00Z</dcterms:created>
  <dcterms:modified xsi:type="dcterms:W3CDTF">2011-07-14T10:40:00Z</dcterms:modified>
</cp:coreProperties>
</file>